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F67D4" w14:textId="6D441B67" w:rsidR="00703EE5" w:rsidRDefault="00056F77" w:rsidP="00056F77">
      <w:pPr>
        <w:pStyle w:val="Heading1"/>
        <w:rPr>
          <w:lang w:val="de-DE"/>
        </w:rPr>
      </w:pPr>
      <w:r>
        <w:rPr>
          <w:lang w:val="de-DE"/>
        </w:rPr>
        <w:t>Test floating table</w:t>
      </w:r>
    </w:p>
    <w:tbl>
      <w:tblPr>
        <w:tblStyle w:val="TableGrid"/>
        <w:tblpPr w:leftFromText="180" w:rightFromText="180" w:vertAnchor="text" w:tblpY="1"/>
        <w:tblOverlap w:val="never"/>
        <w:tblW w:w="2000" w:type="pct"/>
        <w:tblBorders>
          <w:top w:val="single" w:sz="24" w:space="0" w:color="00B050"/>
          <w:left w:val="single" w:sz="24" w:space="0" w:color="00B050"/>
          <w:bottom w:val="single" w:sz="24" w:space="0" w:color="00B050"/>
          <w:right w:val="single" w:sz="24" w:space="0" w:color="00B050"/>
          <w:insideH w:val="none" w:sz="0" w:space="0" w:color="auto"/>
          <w:insideV w:val="none" w:sz="0" w:space="0" w:color="auto"/>
        </w:tblBorders>
        <w:shd w:val="clear" w:color="auto" w:fill="FFFFCC"/>
        <w:tblLook w:val="0600" w:firstRow="0" w:lastRow="0" w:firstColumn="0" w:lastColumn="0" w:noHBand="1" w:noVBand="1"/>
      </w:tblPr>
      <w:tblGrid>
        <w:gridCol w:w="537"/>
        <w:gridCol w:w="2569"/>
      </w:tblGrid>
      <w:tr w:rsidR="00056F77" w:rsidRPr="00056F77" w14:paraId="1BA0874D" w14:textId="77777777" w:rsidTr="00056F77">
        <w:tc>
          <w:tcPr>
            <w:tcW w:w="537" w:type="dxa"/>
            <w:shd w:val="clear" w:color="auto" w:fill="FFFFCC"/>
          </w:tcPr>
          <w:p w14:paraId="692D3122" w14:textId="001E8CC0" w:rsidR="00056F77" w:rsidRPr="00056F77" w:rsidRDefault="00056F77" w:rsidP="00E06736">
            <w:r w:rsidRPr="00056F77">
              <w:t>1</w:t>
            </w:r>
          </w:p>
        </w:tc>
        <w:tc>
          <w:tcPr>
            <w:tcW w:w="2569" w:type="dxa"/>
            <w:shd w:val="clear" w:color="auto" w:fill="FFFFCC"/>
          </w:tcPr>
          <w:p w14:paraId="5E5E4DF1" w14:textId="77777777" w:rsidR="00056F77" w:rsidRPr="00056F77" w:rsidRDefault="00056F77" w:rsidP="00E06736">
            <w:r w:rsidRPr="00056F77">
              <w:t>One</w:t>
            </w:r>
          </w:p>
          <w:p w14:paraId="05C2C231" w14:textId="36D2AADD" w:rsidR="00056F77" w:rsidRPr="00056F77" w:rsidRDefault="00056F77" w:rsidP="00E06736">
            <w:r w:rsidRPr="00056F77">
              <w:t>Eins</w:t>
            </w:r>
          </w:p>
        </w:tc>
      </w:tr>
      <w:tr w:rsidR="00056F77" w:rsidRPr="00056F77" w14:paraId="4F00C376" w14:textId="77777777" w:rsidTr="00056F77">
        <w:tc>
          <w:tcPr>
            <w:tcW w:w="537" w:type="dxa"/>
            <w:shd w:val="clear" w:color="auto" w:fill="FFFFCC"/>
          </w:tcPr>
          <w:p w14:paraId="787362F8" w14:textId="6AE5007D" w:rsidR="00056F77" w:rsidRPr="00056F77" w:rsidRDefault="00056F77" w:rsidP="00E06736">
            <w:r w:rsidRPr="00056F77">
              <w:t>2</w:t>
            </w:r>
          </w:p>
        </w:tc>
        <w:tc>
          <w:tcPr>
            <w:tcW w:w="2569" w:type="dxa"/>
            <w:shd w:val="clear" w:color="auto" w:fill="FFFFCC"/>
          </w:tcPr>
          <w:p w14:paraId="37082917" w14:textId="77777777" w:rsidR="00056F77" w:rsidRPr="00056F77" w:rsidRDefault="00056F77" w:rsidP="00E06736">
            <w:r w:rsidRPr="00056F77">
              <w:t>Two</w:t>
            </w:r>
          </w:p>
          <w:p w14:paraId="7DA8C7AA" w14:textId="78C15023" w:rsidR="00056F77" w:rsidRPr="00056F77" w:rsidRDefault="00056F77" w:rsidP="00E06736">
            <w:r w:rsidRPr="00056F77">
              <w:t>Zwei</w:t>
            </w:r>
          </w:p>
        </w:tc>
      </w:tr>
      <w:tr w:rsidR="00056F77" w:rsidRPr="00056F77" w14:paraId="06236A65" w14:textId="77777777" w:rsidTr="00056F77">
        <w:tc>
          <w:tcPr>
            <w:tcW w:w="537" w:type="dxa"/>
            <w:shd w:val="clear" w:color="auto" w:fill="FFFFCC"/>
          </w:tcPr>
          <w:p w14:paraId="6B5765B3" w14:textId="6E50B9F6" w:rsidR="00056F77" w:rsidRPr="00056F77" w:rsidRDefault="00056F77" w:rsidP="00E06736">
            <w:r w:rsidRPr="00056F77">
              <w:t>3</w:t>
            </w:r>
          </w:p>
        </w:tc>
        <w:tc>
          <w:tcPr>
            <w:tcW w:w="2569" w:type="dxa"/>
            <w:shd w:val="clear" w:color="auto" w:fill="FFFFCC"/>
          </w:tcPr>
          <w:p w14:paraId="5B24BE6A" w14:textId="77777777" w:rsidR="00056F77" w:rsidRPr="00056F77" w:rsidRDefault="00056F77" w:rsidP="00E06736">
            <w:r w:rsidRPr="00056F77">
              <w:t>Three</w:t>
            </w:r>
          </w:p>
          <w:p w14:paraId="12E56A15" w14:textId="44053093" w:rsidR="00056F77" w:rsidRPr="00056F77" w:rsidRDefault="00056F77" w:rsidP="00E06736">
            <w:r w:rsidRPr="00056F77">
              <w:t>Drei</w:t>
            </w:r>
          </w:p>
        </w:tc>
      </w:tr>
      <w:tr w:rsidR="00056F77" w:rsidRPr="00056F77" w14:paraId="101C047F" w14:textId="77777777" w:rsidTr="00056F77">
        <w:tc>
          <w:tcPr>
            <w:tcW w:w="537" w:type="dxa"/>
            <w:shd w:val="clear" w:color="auto" w:fill="FFFFCC"/>
          </w:tcPr>
          <w:p w14:paraId="17B5521A" w14:textId="29FB0AA1" w:rsidR="00056F77" w:rsidRPr="00056F77" w:rsidRDefault="00056F77" w:rsidP="00E06736">
            <w:r w:rsidRPr="00056F77">
              <w:t>4</w:t>
            </w:r>
          </w:p>
        </w:tc>
        <w:tc>
          <w:tcPr>
            <w:tcW w:w="2569" w:type="dxa"/>
            <w:shd w:val="clear" w:color="auto" w:fill="FFFFCC"/>
          </w:tcPr>
          <w:p w14:paraId="2FB07473" w14:textId="77777777" w:rsidR="00056F77" w:rsidRPr="00056F77" w:rsidRDefault="00056F77" w:rsidP="00E06736">
            <w:r w:rsidRPr="00056F77">
              <w:t>Four</w:t>
            </w:r>
          </w:p>
          <w:p w14:paraId="221B65C5" w14:textId="20F4F68C" w:rsidR="00056F77" w:rsidRPr="00056F77" w:rsidRDefault="00056F77" w:rsidP="00E06736">
            <w:r w:rsidRPr="00056F77">
              <w:t>Vier</w:t>
            </w:r>
          </w:p>
        </w:tc>
      </w:tr>
      <w:tr w:rsidR="00056F77" w:rsidRPr="00056F77" w14:paraId="6CDCFD64" w14:textId="77777777" w:rsidTr="00056F77">
        <w:tc>
          <w:tcPr>
            <w:tcW w:w="537" w:type="dxa"/>
            <w:shd w:val="clear" w:color="auto" w:fill="FFFFCC"/>
          </w:tcPr>
          <w:p w14:paraId="1DE52C05" w14:textId="1ED38A7F" w:rsidR="00056F77" w:rsidRPr="00056F77" w:rsidRDefault="00056F77" w:rsidP="00E06736">
            <w:r w:rsidRPr="00056F77">
              <w:t>5</w:t>
            </w:r>
          </w:p>
        </w:tc>
        <w:tc>
          <w:tcPr>
            <w:tcW w:w="2569" w:type="dxa"/>
            <w:shd w:val="clear" w:color="auto" w:fill="FFFFCC"/>
          </w:tcPr>
          <w:p w14:paraId="39BE352F" w14:textId="77777777" w:rsidR="00056F77" w:rsidRPr="00056F77" w:rsidRDefault="00056F77" w:rsidP="00E06736">
            <w:r w:rsidRPr="00056F77">
              <w:t>Five</w:t>
            </w:r>
          </w:p>
          <w:p w14:paraId="7BD671E9" w14:textId="47EF38E9" w:rsidR="00056F77" w:rsidRPr="00056F77" w:rsidRDefault="00056F77" w:rsidP="00E06736">
            <w:r w:rsidRPr="00056F77">
              <w:lastRenderedPageBreak/>
              <w:t>Fünf</w:t>
            </w:r>
          </w:p>
        </w:tc>
      </w:tr>
      <w:tr w:rsidR="00056F77" w:rsidRPr="00056F77" w14:paraId="6E5313AD" w14:textId="77777777" w:rsidTr="00056F77">
        <w:tc>
          <w:tcPr>
            <w:tcW w:w="537" w:type="dxa"/>
            <w:shd w:val="clear" w:color="auto" w:fill="FFFFCC"/>
          </w:tcPr>
          <w:p w14:paraId="74F1C801" w14:textId="3474F2F8" w:rsidR="00056F77" w:rsidRPr="00056F77" w:rsidRDefault="00056F77" w:rsidP="00E06736">
            <w:r w:rsidRPr="00056F77">
              <w:lastRenderedPageBreak/>
              <w:t>6</w:t>
            </w:r>
          </w:p>
        </w:tc>
        <w:tc>
          <w:tcPr>
            <w:tcW w:w="2569" w:type="dxa"/>
            <w:shd w:val="clear" w:color="auto" w:fill="FFFFCC"/>
          </w:tcPr>
          <w:p w14:paraId="747FB2E7" w14:textId="77777777" w:rsidR="00056F77" w:rsidRPr="00056F77" w:rsidRDefault="00056F77" w:rsidP="00E06736">
            <w:r w:rsidRPr="00056F77">
              <w:t>Six</w:t>
            </w:r>
          </w:p>
          <w:p w14:paraId="7A92D71B" w14:textId="09B2868F" w:rsidR="00056F77" w:rsidRPr="00056F77" w:rsidRDefault="00056F77" w:rsidP="00E06736">
            <w:r w:rsidRPr="00056F77">
              <w:t>Sechs</w:t>
            </w:r>
          </w:p>
        </w:tc>
      </w:tr>
      <w:tr w:rsidR="00056F77" w:rsidRPr="00056F77" w14:paraId="5B20CC1B" w14:textId="77777777" w:rsidTr="00056F77">
        <w:tc>
          <w:tcPr>
            <w:tcW w:w="537" w:type="dxa"/>
            <w:shd w:val="clear" w:color="auto" w:fill="FFFFCC"/>
          </w:tcPr>
          <w:p w14:paraId="0426D135" w14:textId="0599DCDA" w:rsidR="00056F77" w:rsidRPr="00056F77" w:rsidRDefault="00056F77" w:rsidP="00E06736">
            <w:r w:rsidRPr="00056F77">
              <w:t>7</w:t>
            </w:r>
          </w:p>
        </w:tc>
        <w:tc>
          <w:tcPr>
            <w:tcW w:w="2569" w:type="dxa"/>
            <w:shd w:val="clear" w:color="auto" w:fill="FFFFCC"/>
          </w:tcPr>
          <w:p w14:paraId="6AB36394" w14:textId="77777777" w:rsidR="00056F77" w:rsidRPr="00056F77" w:rsidRDefault="00056F77" w:rsidP="00E06736">
            <w:r w:rsidRPr="00056F77">
              <w:t>Seven</w:t>
            </w:r>
          </w:p>
          <w:p w14:paraId="60348D62" w14:textId="7B7B31E1" w:rsidR="00056F77" w:rsidRPr="00056F77" w:rsidRDefault="00056F77" w:rsidP="00E06736">
            <w:r w:rsidRPr="00056F77">
              <w:t>Sieben</w:t>
            </w:r>
          </w:p>
        </w:tc>
      </w:tr>
      <w:tr w:rsidR="00056F77" w:rsidRPr="00056F77" w14:paraId="7367E1F1" w14:textId="77777777" w:rsidTr="00056F77">
        <w:tc>
          <w:tcPr>
            <w:tcW w:w="537" w:type="dxa"/>
            <w:shd w:val="clear" w:color="auto" w:fill="FFFFCC"/>
          </w:tcPr>
          <w:p w14:paraId="582A4B09" w14:textId="7353DECC" w:rsidR="00056F77" w:rsidRPr="00056F77" w:rsidRDefault="00056F77" w:rsidP="00E06736">
            <w:r>
              <w:t>8</w:t>
            </w:r>
          </w:p>
        </w:tc>
        <w:tc>
          <w:tcPr>
            <w:tcW w:w="2569" w:type="dxa"/>
            <w:shd w:val="clear" w:color="auto" w:fill="FFFFCC"/>
          </w:tcPr>
          <w:p w14:paraId="193D0285" w14:textId="77777777" w:rsidR="00056F77" w:rsidRDefault="00056F77" w:rsidP="00E06736">
            <w:r>
              <w:t>Eight</w:t>
            </w:r>
          </w:p>
          <w:p w14:paraId="698D7900" w14:textId="208466A9" w:rsidR="00056F77" w:rsidRPr="00056F77" w:rsidRDefault="00056F77" w:rsidP="00E06736">
            <w:r>
              <w:t>Acht</w:t>
            </w:r>
          </w:p>
        </w:tc>
      </w:tr>
    </w:tbl>
    <w:p w14:paraId="151BCAF0" w14:textId="66452922" w:rsidR="00056F77" w:rsidRDefault="00056F77" w:rsidP="00586019">
      <w:pPr>
        <w:pStyle w:val="NoSpacing"/>
        <w:rPr>
          <w:lang w:val="de-DE"/>
        </w:rPr>
      </w:pPr>
      <w:r w:rsidRPr="00056F77">
        <w:rPr>
          <w:lang w:val="de-DE"/>
        </w:rPr>
        <w:t>He heard quiet steps behind him. That didn't bode well. Who could be following him this late at night and in this deadbeat part of town? And at this particular moment, just after he pulled off the big time and was making off with the greenbacks</w:t>
      </w:r>
      <w:r>
        <w:rPr>
          <w:lang w:val="de-DE"/>
        </w:rPr>
        <w:t>.</w:t>
      </w:r>
    </w:p>
    <w:p w14:paraId="11C02ECE" w14:textId="77777777" w:rsidR="00056F77" w:rsidRDefault="00056F77" w:rsidP="00586019">
      <w:pPr>
        <w:pStyle w:val="NoSpacing"/>
        <w:rPr>
          <w:lang w:val="de-DE"/>
        </w:rPr>
      </w:pPr>
      <w:r w:rsidRPr="00056F77">
        <w:rPr>
          <w:lang w:val="de-DE"/>
        </w:rPr>
        <w:t>Was there another crook who'd had the same idea, and was now watching him and waiting for a chance to grab the fruit of his labor? Or did the steps behind him mean that one of many law officers in town was on to him and just waiting to pounce and snap those cuffs on his wrists?</w:t>
      </w:r>
    </w:p>
    <w:p w14:paraId="127DFFEE" w14:textId="77777777" w:rsidR="00983164" w:rsidRDefault="00056F77" w:rsidP="00983164">
      <w:r w:rsidRPr="00056F77">
        <w:rPr>
          <w:lang w:val="de-DE"/>
        </w:rPr>
        <w:t xml:space="preserve">He nervously looked all around. Suddenly he saw the alley. Like lightning he darted off to the left and disappeared between the two warehouses almost falling over the trash can lying in the middle of the sidewalk. </w:t>
      </w:r>
      <w:r w:rsidR="00983164" w:rsidRPr="00491A6B">
        <w:t xml:space="preserve"> He tried to nervously tap his way along in the inky darkness and suddenly stiffened: it was a dead-end, he would have to go back the way he had come. The steps got louder and louder, he saw the black outline of a figure coming around the corner. Is this the end of the line? he thought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fro in the night's breeze. Could this be the haven he'd prayed for? Slowly he slid toward the door, pressing himself more and more into the wall, into the dark, away from his enemy. Would this door save his hide?</w:t>
      </w:r>
    </w:p>
    <w:p w14:paraId="60F9F282" w14:textId="06CFF999" w:rsidR="00056F77" w:rsidRPr="00056F77" w:rsidRDefault="00056F77" w:rsidP="00586019">
      <w:pPr>
        <w:pStyle w:val="NoSpacing"/>
        <w:rPr>
          <w:lang w:val="de-DE"/>
        </w:rPr>
      </w:pPr>
    </w:p>
    <w:sectPr w:rsidR="00056F77" w:rsidRPr="00056F77" w:rsidSect="00912661">
      <w:pgSz w:w="8392" w:h="5954" w:orient="landscape" w:code="70"/>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defaultTabStop w:val="720"/>
  <w:hyphenationZone w:val="425"/>
  <w:drawingGridHorizontalSpacing w:val="284"/>
  <w:drawingGridVerticalSpacing w:val="284"/>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77"/>
    <w:rsid w:val="00056F77"/>
    <w:rsid w:val="000C1ECD"/>
    <w:rsid w:val="00321565"/>
    <w:rsid w:val="00326855"/>
    <w:rsid w:val="003765A5"/>
    <w:rsid w:val="00386335"/>
    <w:rsid w:val="004E38BB"/>
    <w:rsid w:val="00566B2F"/>
    <w:rsid w:val="005702D9"/>
    <w:rsid w:val="00586019"/>
    <w:rsid w:val="0062363A"/>
    <w:rsid w:val="007257C4"/>
    <w:rsid w:val="0087728C"/>
    <w:rsid w:val="00912661"/>
    <w:rsid w:val="00936920"/>
    <w:rsid w:val="00983164"/>
    <w:rsid w:val="00AB7264"/>
    <w:rsid w:val="00B1519E"/>
    <w:rsid w:val="00BB620D"/>
    <w:rsid w:val="00BD6080"/>
    <w:rsid w:val="00C26373"/>
    <w:rsid w:val="00E06736"/>
    <w:rsid w:val="00F6347D"/>
    <w:rsid w:val="00FA06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E66CC5"/>
  <w14:discardImageEditingData/>
  <w14:defaultImageDpi w14:val="32767"/>
  <w15:chartTrackingRefBased/>
  <w15:docId w15:val="{C6B47D77-809E-4DC6-B09B-69A8F5744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6C7"/>
    <w:pPr>
      <w:spacing w:after="210" w:line="240" w:lineRule="auto"/>
    </w:pPr>
  </w:style>
  <w:style w:type="paragraph" w:styleId="Heading1">
    <w:name w:val="heading 1"/>
    <w:basedOn w:val="Normal"/>
    <w:next w:val="Normal"/>
    <w:link w:val="Heading1Char"/>
    <w:uiPriority w:val="9"/>
    <w:qFormat/>
    <w:rsid w:val="00056F7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6F77"/>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056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56F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e\Custom%20Office%20Templates\DinA6qu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DinA6quer.dotx</Template>
  <TotalTime>0</TotalTime>
  <Pages>3</Pages>
  <Words>249</Words>
  <Characters>1421</Characters>
  <Application>Microsoft Office Word</Application>
  <DocSecurity>0</DocSecurity>
  <Lines>11</Lines>
  <Paragraphs>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Test floating table</vt:lpstr>
    </vt:vector>
  </TitlesOfParts>
  <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Henschel</dc:creator>
  <cp:keywords/>
  <dc:description/>
  <cp:lastModifiedBy>Regina Henschel</cp:lastModifiedBy>
  <cp:revision>2</cp:revision>
  <dcterms:created xsi:type="dcterms:W3CDTF">2023-07-18T11:12:00Z</dcterms:created>
  <dcterms:modified xsi:type="dcterms:W3CDTF">2023-07-18T11:12:00Z</dcterms:modified>
</cp:coreProperties>
</file>