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DD3D5" w14:textId="66C28B51" w:rsidR="00703EE5" w:rsidRDefault="00C901D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679F1B" wp14:editId="070EEC41">
                <wp:simplePos x="0" y="0"/>
                <wp:positionH relativeFrom="column">
                  <wp:posOffset>1808480</wp:posOffset>
                </wp:positionH>
                <wp:positionV relativeFrom="paragraph">
                  <wp:posOffset>1085850</wp:posOffset>
                </wp:positionV>
                <wp:extent cx="2162175" cy="1438275"/>
                <wp:effectExtent l="57150" t="0" r="238125" b="104775"/>
                <wp:wrapNone/>
                <wp:docPr id="7" name="Group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040BCD-A8F7-4DE5-B6FA-3E56758397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2162175" cy="1438275"/>
                          <a:chOff x="0" y="0"/>
                          <a:chExt cx="2161543" cy="1440000"/>
                        </a:xfrm>
                      </wpg:grpSpPr>
                      <wps:wsp>
                        <wps:cNvPr id="2" name="Straight Connector 2">
                          <a:extLst>
                            <a:ext uri="{FF2B5EF4-FFF2-40B4-BE49-F238E27FC236}">
                              <a16:creationId xmlns:a16="http://schemas.microsoft.com/office/drawing/2014/main" id="{986ECE44-45A0-4634-82B9-DA99754EE201}"/>
                            </a:ext>
                          </a:extLst>
                        </wps:cNvPr>
                        <wps:cNvCnPr/>
                        <wps:spPr>
                          <a:xfrm>
                            <a:off x="0" y="1440000"/>
                            <a:ext cx="144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>
                          <a:extLst>
                            <a:ext uri="{FF2B5EF4-FFF2-40B4-BE49-F238E27FC236}">
                              <a16:creationId xmlns:a16="http://schemas.microsoft.com/office/drawing/2014/main" id="{97F1B9A2-577F-454E-ABAF-C842C77E3953}"/>
                            </a:ext>
                          </a:extLst>
                        </wps:cNvPr>
                        <wps:cNvCnPr/>
                        <wps:spPr>
                          <a:xfrm>
                            <a:off x="2161543" y="0"/>
                            <a:ext cx="0" cy="72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tangle 4">
                          <a:extLst>
                            <a:ext uri="{FF2B5EF4-FFF2-40B4-BE49-F238E27FC236}">
                              <a16:creationId xmlns:a16="http://schemas.microsoft.com/office/drawing/2014/main" id="{18E0E33B-3AE2-4AF9-99BB-64D763C743AC}"/>
                            </a:ext>
                          </a:extLst>
                        </wps:cNvPr>
                        <wps:cNvSpPr/>
                        <wps:spPr>
                          <a:xfrm>
                            <a:off x="1081543" y="720000"/>
                            <a:ext cx="721453" cy="36067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6392A5" id="Group 6" o:spid="_x0000_s1026" style="position:absolute;margin-left:142.4pt;margin-top:85.5pt;width:170.25pt;height:113.25pt;rotation:30;z-index:251659264;mso-width-relative:margin;mso-height-relative:margin" coordsize="21615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">
                <v:line id="Straight Connector 2" o:spid="_x0000_s1027" style="position:absolute;visibility:visible;mso-wrap-style:square" from="0,14400" to="144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" strokecolor="blue" strokeweight="1pt"/>
                <v:line id="Straight Connector 3" o:spid="_x0000_s1028" style="position:absolute;visibility:visible;mso-wrap-style:square" from="21615,0" to="21615,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" strokecolor="blue" strokeweight="1pt"/>
                <v:rect id="Rectangle 4" o:spid="_x0000_s1029" style="position:absolute;left:10815;top:7200;width:7214;height:3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" filled="f" strokecolor="blue" strokeweight="2pt"/>
              </v:group>
            </w:pict>
          </mc:Fallback>
        </mc:AlternateContent>
      </w:r>
    </w:p>
    <w:sectPr w:rsidR="00703EE5" w:rsidSect="00D8406E">
      <w:pgSz w:w="11906" w:h="8391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D5"/>
    <w:rsid w:val="000C1ECD"/>
    <w:rsid w:val="00321565"/>
    <w:rsid w:val="00326855"/>
    <w:rsid w:val="004E38BB"/>
    <w:rsid w:val="005702D9"/>
    <w:rsid w:val="0062363A"/>
    <w:rsid w:val="007257C4"/>
    <w:rsid w:val="0087728C"/>
    <w:rsid w:val="00936920"/>
    <w:rsid w:val="00AB7264"/>
    <w:rsid w:val="00B1519E"/>
    <w:rsid w:val="00BB620D"/>
    <w:rsid w:val="00BD6080"/>
    <w:rsid w:val="00BF447E"/>
    <w:rsid w:val="00C26373"/>
    <w:rsid w:val="00C901D5"/>
    <w:rsid w:val="00D8406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3EB7F"/>
  <w14:discardImageEditingData/>
  <w14:defaultImageDpi w14:val="32767"/>
  <w15:chartTrackingRefBased/>
  <w15:docId w15:val="{52DFA005-D093-415B-ACD5-37E87A96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A5%20landscape%20small%20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 landscape small margin.dotx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2021-04-19T10:49:00Z</dcterms:created>
  <dcterms:modified xsi:type="dcterms:W3CDTF">2021-04-19T10:50:00Z</dcterms:modified>
</cp:coreProperties>
</file>